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A70" w:rsidRDefault="00CC0A70">
      <w:r>
        <w:t xml:space="preserve">                                                                                             Legenda dragonului</w:t>
      </w:r>
    </w:p>
    <w:p w:rsidR="00CC0A70" w:rsidRDefault="00CC0A70"/>
    <w:p w:rsidR="00CC0A70" w:rsidRDefault="00CC0A70"/>
    <w:p w:rsidR="00CC0A70" w:rsidRDefault="00CC0A70" w:rsidP="00CC0A70">
      <w:pPr>
        <w:pStyle w:val="Titlu2"/>
      </w:pPr>
      <w:r>
        <w:t xml:space="preserve">Acum 1000 de ani exista un sat  pe nume </w:t>
      </w:r>
      <w:proofErr w:type="spellStart"/>
      <w:r>
        <w:t>RosiaMontana</w:t>
      </w:r>
      <w:proofErr w:type="spellEnd"/>
      <w:r>
        <w:t xml:space="preserve">, iar in </w:t>
      </w:r>
      <w:proofErr w:type="spellStart"/>
      <w:r>
        <w:t>adancurile</w:t>
      </w:r>
      <w:proofErr w:type="spellEnd"/>
      <w:r>
        <w:t xml:space="preserve"> </w:t>
      </w:r>
      <w:proofErr w:type="spellStart"/>
      <w:r>
        <w:t>pamantului</w:t>
      </w:r>
      <w:proofErr w:type="spellEnd"/>
      <w:r>
        <w:t xml:space="preserve"> exista un </w:t>
      </w:r>
      <w:proofErr w:type="spellStart"/>
      <w:r>
        <w:t>dagon</w:t>
      </w:r>
      <w:proofErr w:type="spellEnd"/>
      <w:r>
        <w:t xml:space="preserve"> din aur </w:t>
      </w:r>
      <w:proofErr w:type="spellStart"/>
      <w:r>
        <w:t>rosu</w:t>
      </w:r>
      <w:proofErr w:type="spellEnd"/>
      <w:r>
        <w:t xml:space="preserve"> care dormea de la </w:t>
      </w:r>
      <w:proofErr w:type="spellStart"/>
      <w:r>
        <w:t>inceputurile</w:t>
      </w:r>
      <w:proofErr w:type="spellEnd"/>
      <w:r>
        <w:t xml:space="preserve"> vremii.</w:t>
      </w:r>
    </w:p>
    <w:p w:rsidR="00CC0A70" w:rsidRDefault="00CC0A70" w:rsidP="00CC0A70">
      <w:pPr>
        <w:pStyle w:val="Titlu2"/>
      </w:pPr>
      <w:r>
        <w:t xml:space="preserve">Intr-o zi au venit </w:t>
      </w:r>
      <w:proofErr w:type="spellStart"/>
      <w:r>
        <w:t>niste</w:t>
      </w:r>
      <w:proofErr w:type="spellEnd"/>
      <w:r>
        <w:t xml:space="preserve"> </w:t>
      </w:r>
      <w:proofErr w:type="spellStart"/>
      <w:r>
        <w:t>talhari</w:t>
      </w:r>
      <w:proofErr w:type="spellEnd"/>
      <w:r>
        <w:t xml:space="preserve"> care </w:t>
      </w:r>
      <w:proofErr w:type="spellStart"/>
      <w:r>
        <w:t>auzisera</w:t>
      </w:r>
      <w:proofErr w:type="spellEnd"/>
      <w:r>
        <w:t xml:space="preserve"> de legenda dragonului </w:t>
      </w:r>
      <w:proofErr w:type="spellStart"/>
      <w:r>
        <w:t>rosu</w:t>
      </w:r>
      <w:proofErr w:type="spellEnd"/>
      <w:r>
        <w:t xml:space="preserve"> si doreau sa-l fure.</w:t>
      </w:r>
    </w:p>
    <w:p w:rsidR="00CC0A70" w:rsidRDefault="00CC0A70" w:rsidP="00CC0A70">
      <w:pPr>
        <w:pStyle w:val="Titlu2"/>
      </w:pPr>
      <w:r>
        <w:t xml:space="preserve">Au fost la cel mai </w:t>
      </w:r>
      <w:proofErr w:type="spellStart"/>
      <w:r>
        <w:t>batran</w:t>
      </w:r>
      <w:proofErr w:type="spellEnd"/>
      <w:r>
        <w:t xml:space="preserve"> om din sat si l-au </w:t>
      </w:r>
      <w:proofErr w:type="spellStart"/>
      <w:r>
        <w:t>intrebat</w:t>
      </w:r>
      <w:proofErr w:type="spellEnd"/>
      <w:r>
        <w:t xml:space="preserve"> despre legenda dragonului sa afle mai </w:t>
      </w:r>
      <w:proofErr w:type="spellStart"/>
      <w:r>
        <w:t>multe.Batranul</w:t>
      </w:r>
      <w:proofErr w:type="spellEnd"/>
      <w:r>
        <w:t xml:space="preserve"> le-a spus dar i-a avertizat sa nu </w:t>
      </w:r>
      <w:proofErr w:type="spellStart"/>
      <w:r>
        <w:t>il</w:t>
      </w:r>
      <w:proofErr w:type="spellEnd"/>
      <w:r>
        <w:t xml:space="preserve"> dezgroape caci vor muri </w:t>
      </w:r>
      <w:proofErr w:type="spellStart"/>
      <w:r>
        <w:t>toti</w:t>
      </w:r>
      <w:proofErr w:type="spellEnd"/>
      <w:r>
        <w:t xml:space="preserve"> oamenii.</w:t>
      </w:r>
    </w:p>
    <w:p w:rsidR="00CC0A70" w:rsidRDefault="00CC0A70" w:rsidP="00CC0A70">
      <w:pPr>
        <w:pStyle w:val="Titlu2"/>
      </w:pPr>
      <w:proofErr w:type="spellStart"/>
      <w:r>
        <w:t>Neintelegand</w:t>
      </w:r>
      <w:proofErr w:type="spellEnd"/>
      <w:r>
        <w:t xml:space="preserve"> legenda au dezgropat dragonul, acesta a prins </w:t>
      </w:r>
      <w:proofErr w:type="spellStart"/>
      <w:r>
        <w:t>viata</w:t>
      </w:r>
      <w:proofErr w:type="spellEnd"/>
      <w:r>
        <w:t xml:space="preserve"> si a distrus satul.</w:t>
      </w:r>
    </w:p>
    <w:p w:rsidR="00CC0A70" w:rsidRPr="00CC0A70" w:rsidRDefault="00CC0A70" w:rsidP="00CC0A70">
      <w:pPr>
        <w:pStyle w:val="Titlu2"/>
      </w:pPr>
      <w:r>
        <w:t>Un erou pe num</w:t>
      </w:r>
      <w:r w:rsidR="00D704E9">
        <w:t xml:space="preserve">e Poporul a distrus dragonul si cei care au </w:t>
      </w:r>
      <w:proofErr w:type="spellStart"/>
      <w:r w:rsidR="00D704E9">
        <w:t>ramas</w:t>
      </w:r>
      <w:proofErr w:type="spellEnd"/>
      <w:r w:rsidR="00D704E9">
        <w:t xml:space="preserve"> au </w:t>
      </w:r>
      <w:bookmarkStart w:id="0" w:name="_GoBack"/>
      <w:bookmarkEnd w:id="0"/>
      <w:proofErr w:type="spellStart"/>
      <w:r w:rsidR="00D704E9">
        <w:t>trait</w:t>
      </w:r>
      <w:proofErr w:type="spellEnd"/>
      <w:r w:rsidR="00D704E9">
        <w:t xml:space="preserve"> pana la </w:t>
      </w:r>
      <w:proofErr w:type="spellStart"/>
      <w:r w:rsidR="00D704E9">
        <w:t>adanci</w:t>
      </w:r>
      <w:proofErr w:type="spellEnd"/>
      <w:r w:rsidR="00D704E9">
        <w:t xml:space="preserve"> </w:t>
      </w:r>
      <w:proofErr w:type="spellStart"/>
      <w:r w:rsidR="00D704E9">
        <w:t>batraneti</w:t>
      </w:r>
      <w:proofErr w:type="spellEnd"/>
      <w:r w:rsidR="00D704E9">
        <w:t>…</w:t>
      </w:r>
    </w:p>
    <w:sectPr w:rsidR="00CC0A70" w:rsidRPr="00CC0A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A70"/>
    <w:rsid w:val="0099077C"/>
    <w:rsid w:val="00CC0A70"/>
    <w:rsid w:val="00D70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CC0A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uiPriority w:val="9"/>
    <w:rsid w:val="00CC0A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CC0A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uiPriority w:val="9"/>
    <w:rsid w:val="00CC0A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ev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AFD21A24-EAB9-43B5-9DA2-D8E606F824B6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12</TotalTime>
  <Pages>1</Pages>
  <Words>106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1</cp:revision>
  <dcterms:created xsi:type="dcterms:W3CDTF">2013-11-11T10:50:00Z</dcterms:created>
  <dcterms:modified xsi:type="dcterms:W3CDTF">2013-11-11T11:02:00Z</dcterms:modified>
</cp:coreProperties>
</file>